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04698" w14:textId="77777777" w:rsidR="00E45042" w:rsidRDefault="00E45042" w:rsidP="00340397"/>
    <w:p w14:paraId="5776211C" w14:textId="77777777" w:rsidR="00F03E0F" w:rsidRPr="00F03E0F" w:rsidRDefault="00F03E0F" w:rsidP="00340397">
      <w:pPr>
        <w:rPr>
          <w:b/>
          <w:bCs/>
          <w:sz w:val="24"/>
          <w:szCs w:val="24"/>
        </w:rPr>
      </w:pPr>
      <w:r w:rsidRPr="00F03E0F">
        <w:rPr>
          <w:b/>
          <w:bCs/>
          <w:sz w:val="24"/>
          <w:szCs w:val="24"/>
        </w:rPr>
        <w:t xml:space="preserve">Loa taotlemine bussipeatuste kavandamiseks </w:t>
      </w:r>
    </w:p>
    <w:p w14:paraId="7BBB8BE2" w14:textId="77777777" w:rsidR="00F03E0F" w:rsidRPr="00F03E0F" w:rsidRDefault="00F03E0F" w:rsidP="00340397">
      <w:pPr>
        <w:rPr>
          <w:b/>
          <w:bCs/>
          <w:sz w:val="24"/>
          <w:szCs w:val="24"/>
        </w:rPr>
      </w:pPr>
      <w:r w:rsidRPr="00F03E0F">
        <w:rPr>
          <w:b/>
          <w:bCs/>
          <w:sz w:val="24"/>
          <w:szCs w:val="24"/>
        </w:rPr>
        <w:t xml:space="preserve">Türi vallas Järva maakonnas riigiteedel 15174, </w:t>
      </w:r>
    </w:p>
    <w:p w14:paraId="1FB74A2A" w14:textId="69E11A51" w:rsidR="00F03E0F" w:rsidRDefault="00F03E0F" w:rsidP="00340397">
      <w:pPr>
        <w:rPr>
          <w:b/>
          <w:bCs/>
          <w:sz w:val="24"/>
          <w:szCs w:val="24"/>
        </w:rPr>
      </w:pPr>
      <w:r w:rsidRPr="00F03E0F">
        <w:rPr>
          <w:b/>
          <w:bCs/>
          <w:sz w:val="24"/>
          <w:szCs w:val="24"/>
        </w:rPr>
        <w:t>15172 ja 24104.</w:t>
      </w:r>
    </w:p>
    <w:p w14:paraId="12254E3C" w14:textId="77777777" w:rsidR="00F03E0F" w:rsidRDefault="00F03E0F" w:rsidP="00340397">
      <w:pPr>
        <w:rPr>
          <w:b/>
          <w:bCs/>
          <w:sz w:val="24"/>
          <w:szCs w:val="24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020"/>
        <w:gridCol w:w="1120"/>
        <w:gridCol w:w="1760"/>
        <w:gridCol w:w="1880"/>
      </w:tblGrid>
      <w:tr w:rsidR="00FC3DFA" w:rsidRPr="00FC3DFA" w14:paraId="0955E207" w14:textId="77777777" w:rsidTr="00FC3DFA">
        <w:trPr>
          <w:trHeight w:val="28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42B9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Jrk nr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B6C8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Riigitee nr ja nimi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EEFF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Asukoht km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8C65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Bussipeatuse nimi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DDC6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Märkus</w:t>
            </w:r>
          </w:p>
        </w:tc>
      </w:tr>
      <w:tr w:rsidR="00FC3DFA" w:rsidRPr="00FC3DFA" w14:paraId="4562312E" w14:textId="77777777" w:rsidTr="00FC3DFA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EC0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A473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15174 Türi-Väätsa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B190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2,83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965D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Raademetsa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3857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Mõlemale suunale</w:t>
            </w:r>
          </w:p>
        </w:tc>
      </w:tr>
      <w:tr w:rsidR="00FC3DFA" w:rsidRPr="00FC3DFA" w14:paraId="1ED6B839" w14:textId="77777777" w:rsidTr="00FC3DFA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587CD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B85C" w14:textId="10FE7250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1517</w:t>
            </w:r>
            <w:r>
              <w:rPr>
                <w:rFonts w:ascii="Aptos Narrow" w:eastAsia="Times New Roman" w:hAnsi="Aptos Narrow" w:cs="Times New Roman"/>
                <w:color w:val="000000"/>
                <w:lang w:eastAsia="et-EE"/>
              </w:rPr>
              <w:t>4</w:t>
            </w: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 xml:space="preserve"> Türi-Väätsa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890D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4,66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7338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Virika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E75D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Mõlemale suunale</w:t>
            </w:r>
          </w:p>
        </w:tc>
      </w:tr>
      <w:tr w:rsidR="00FC3DFA" w:rsidRPr="00FC3DFA" w14:paraId="0C90B34A" w14:textId="77777777" w:rsidTr="00FC3DFA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62997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5941" w14:textId="607DCB86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1517</w:t>
            </w:r>
            <w:r>
              <w:rPr>
                <w:rFonts w:ascii="Aptos Narrow" w:eastAsia="Times New Roman" w:hAnsi="Aptos Narrow" w:cs="Times New Roman"/>
                <w:color w:val="000000"/>
                <w:lang w:eastAsia="et-EE"/>
              </w:rPr>
              <w:t>4</w:t>
            </w: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 xml:space="preserve"> Türi-Väätsa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CC76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5,68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8709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Saare tee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38A4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Mõlemale suunale</w:t>
            </w:r>
          </w:p>
        </w:tc>
      </w:tr>
      <w:tr w:rsidR="00FC3DFA" w:rsidRPr="00FC3DFA" w14:paraId="01569A52" w14:textId="77777777" w:rsidTr="00FC3DFA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ACAD7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7359" w14:textId="71284C50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1517</w:t>
            </w:r>
            <w:r>
              <w:rPr>
                <w:rFonts w:ascii="Aptos Narrow" w:eastAsia="Times New Roman" w:hAnsi="Aptos Narrow" w:cs="Times New Roman"/>
                <w:color w:val="000000"/>
                <w:lang w:eastAsia="et-EE"/>
              </w:rPr>
              <w:t>4</w:t>
            </w: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 xml:space="preserve"> Türi-Väätsa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DD9F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6,53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F0C2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Aasuvälja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0DB5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Mõlemale suunale</w:t>
            </w:r>
          </w:p>
        </w:tc>
      </w:tr>
      <w:tr w:rsidR="00FC3DFA" w:rsidRPr="00FC3DFA" w14:paraId="604F5679" w14:textId="77777777" w:rsidTr="00FC3DFA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AECCA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F9A6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15172 Kolu-</w:t>
            </w:r>
            <w:proofErr w:type="spellStart"/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Jändja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027D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0,04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3D32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Kolu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5B16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Mõlemale suunale</w:t>
            </w:r>
          </w:p>
        </w:tc>
      </w:tr>
      <w:tr w:rsidR="00FC3DFA" w:rsidRPr="00FC3DFA" w14:paraId="6AD0B049" w14:textId="77777777" w:rsidTr="00FC3DFA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46F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0204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24104 Põhjaka-Tõrvaaugu-Võhma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56CD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20,09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E059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Ollepa tee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830F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Mõlemale suunale</w:t>
            </w:r>
          </w:p>
        </w:tc>
      </w:tr>
    </w:tbl>
    <w:p w14:paraId="28410188" w14:textId="1151014F" w:rsidR="00F03E0F" w:rsidRDefault="00F03E0F" w:rsidP="00340397">
      <w:pPr>
        <w:rPr>
          <w:sz w:val="24"/>
          <w:szCs w:val="24"/>
        </w:rPr>
      </w:pPr>
    </w:p>
    <w:p w14:paraId="466ED4E5" w14:textId="10643B3A" w:rsidR="00FC3DFA" w:rsidRDefault="00FC3DFA" w:rsidP="00340397">
      <w:pPr>
        <w:rPr>
          <w:sz w:val="24"/>
          <w:szCs w:val="24"/>
        </w:rPr>
      </w:pPr>
      <w:r>
        <w:rPr>
          <w:sz w:val="24"/>
          <w:szCs w:val="24"/>
        </w:rPr>
        <w:t>Tegu on peatustega, mis on sõiduplaanis aga välja ehitatud neid ei ole.</w:t>
      </w:r>
    </w:p>
    <w:p w14:paraId="04DD728F" w14:textId="560E341A" w:rsidR="00FC3DFA" w:rsidRDefault="00FC3DFA" w:rsidP="00340397">
      <w:pPr>
        <w:rPr>
          <w:sz w:val="24"/>
          <w:szCs w:val="24"/>
        </w:rPr>
      </w:pPr>
      <w:r>
        <w:rPr>
          <w:sz w:val="24"/>
          <w:szCs w:val="24"/>
        </w:rPr>
        <w:t>Kavas on peatuste rajamine koos ootealaga.</w:t>
      </w:r>
    </w:p>
    <w:p w14:paraId="2BFD0B6E" w14:textId="263D967C" w:rsidR="00FC3DFA" w:rsidRDefault="00FC3DFA" w:rsidP="00340397">
      <w:pPr>
        <w:rPr>
          <w:sz w:val="24"/>
          <w:szCs w:val="24"/>
        </w:rPr>
      </w:pPr>
      <w:r>
        <w:rPr>
          <w:sz w:val="24"/>
          <w:szCs w:val="24"/>
        </w:rPr>
        <w:t>On olemas üks transpordikeskuse nimekiri, milles on peatuse kood ja koordinaadid.</w:t>
      </w:r>
    </w:p>
    <w:tbl>
      <w:tblPr>
        <w:tblW w:w="84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"/>
        <w:gridCol w:w="1070"/>
        <w:gridCol w:w="1232"/>
        <w:gridCol w:w="968"/>
        <w:gridCol w:w="968"/>
        <w:gridCol w:w="1025"/>
        <w:gridCol w:w="2543"/>
      </w:tblGrid>
      <w:tr w:rsidR="00FC3DFA" w:rsidRPr="00FC3DFA" w14:paraId="173CABF4" w14:textId="77777777" w:rsidTr="00FC3DFA">
        <w:trPr>
          <w:trHeight w:val="28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48B95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lang w:eastAsia="et-EE"/>
              </w:rPr>
              <w:t>stop_id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3FB9918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lang w:eastAsia="et-EE"/>
              </w:rPr>
              <w:t>stop_code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62D2109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lang w:eastAsia="et-EE"/>
              </w:rPr>
              <w:t>stop_name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591EB9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lang w:eastAsia="et-EE"/>
              </w:rPr>
              <w:t>stop_lat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1FC91D8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lang w:eastAsia="et-EE"/>
              </w:rPr>
              <w:t>stop_lon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174083A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lang w:eastAsia="et-EE"/>
              </w:rPr>
              <w:t>stop_area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4B6C5D1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lang w:eastAsia="et-EE"/>
              </w:rPr>
              <w:t>stop_name</w:t>
            </w:r>
            <w:proofErr w:type="spellEnd"/>
            <w:r w:rsidRPr="00FC3DFA">
              <w:rPr>
                <w:rFonts w:ascii="Aptos Narrow" w:eastAsia="Times New Roman" w:hAnsi="Aptos Narrow" w:cs="Times New Roman"/>
                <w:b/>
                <w:bCs/>
                <w:lang w:eastAsia="et-EE"/>
              </w:rPr>
              <w:t xml:space="preserve"> korrektuuriga</w:t>
            </w:r>
          </w:p>
        </w:tc>
      </w:tr>
      <w:tr w:rsidR="00FC3DFA" w:rsidRPr="00FC3DFA" w14:paraId="2682AA61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6CA3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27491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5725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5100411-1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0D8A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lang w:eastAsia="et-EE"/>
              </w:rPr>
              <w:t>Raademetsa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64F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2421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25.43593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D0C4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D3AF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Raademetsa</w:t>
            </w:r>
            <w:proofErr w:type="spellEnd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 xml:space="preserve"> (Türi suund)</w:t>
            </w:r>
          </w:p>
        </w:tc>
      </w:tr>
      <w:tr w:rsidR="00FC3DFA" w:rsidRPr="00FC3DFA" w14:paraId="03239B43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21DA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27490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A78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5100412-1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A45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lang w:eastAsia="et-EE"/>
              </w:rPr>
              <w:t>Raademetsa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FC25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DD0E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25.43612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0BC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77ED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Raademetsa</w:t>
            </w:r>
            <w:proofErr w:type="spellEnd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 xml:space="preserve"> (Väätsa suund)</w:t>
            </w:r>
          </w:p>
        </w:tc>
      </w:tr>
      <w:tr w:rsidR="00FC3DFA" w:rsidRPr="00FC3DFA" w14:paraId="26416A66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1CD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22764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A3ED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5100595-1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8591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lang w:eastAsia="et-EE"/>
              </w:rPr>
              <w:t>Virika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EB5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58.85878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008A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25.4427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78FC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46FF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Virika</w:t>
            </w:r>
            <w:proofErr w:type="spellEnd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 xml:space="preserve"> (Türi suund)</w:t>
            </w:r>
          </w:p>
        </w:tc>
      </w:tr>
      <w:tr w:rsidR="00FC3DFA" w:rsidRPr="00FC3DFA" w14:paraId="7D1BAD54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82A7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11F8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5100596-1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0DA4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lang w:eastAsia="et-EE"/>
              </w:rPr>
              <w:t>Virika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2F69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58.85878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9907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25.44283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58C4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2C05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Virika</w:t>
            </w:r>
            <w:proofErr w:type="spellEnd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 xml:space="preserve"> (Väätsa suund)</w:t>
            </w:r>
          </w:p>
        </w:tc>
      </w:tr>
      <w:tr w:rsidR="00FC3DFA" w:rsidRPr="00FC3DFA" w14:paraId="58287A3D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76D6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28174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CB6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5100470-1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27B3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Saare tee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C164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58.86663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D81E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25.4406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0D8F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E61C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Saare tee (Väätsa suund)</w:t>
            </w:r>
          </w:p>
        </w:tc>
      </w:tr>
      <w:tr w:rsidR="00FC3DFA" w:rsidRPr="00FC3DFA" w14:paraId="0C4161D1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6D99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28195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4E96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5100471-1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BFAF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Saare tee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8BB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58.86663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ED73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25.44054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4133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14FF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Saare tee (Türi suund)</w:t>
            </w:r>
          </w:p>
        </w:tc>
      </w:tr>
      <w:tr w:rsidR="00FC3DFA" w:rsidRPr="00FC3DFA" w14:paraId="576C7D09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46F9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141470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9333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5100673-1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F613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lang w:eastAsia="et-EE"/>
              </w:rPr>
              <w:t>AasuvĆ¤lja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1BF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58.87427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474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25.44363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03A8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FDCC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Aasuvälja</w:t>
            </w:r>
            <w:proofErr w:type="spellEnd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 xml:space="preserve"> (Türi suund)</w:t>
            </w:r>
          </w:p>
        </w:tc>
      </w:tr>
      <w:tr w:rsidR="00FC3DFA" w:rsidRPr="00FC3DFA" w14:paraId="57646DBF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9AE8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141473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B1E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5100674-1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2CC2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lang w:eastAsia="et-EE"/>
              </w:rPr>
              <w:t>AasuvĆ¤lja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E4A5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58.87425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637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25.44371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7CD4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B340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proofErr w:type="spellStart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Aasuvälja</w:t>
            </w:r>
            <w:proofErr w:type="spellEnd"/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 xml:space="preserve"> (Väätsa suund)</w:t>
            </w:r>
          </w:p>
        </w:tc>
      </w:tr>
      <w:tr w:rsidR="00FC3DFA" w:rsidRPr="00FC3DFA" w14:paraId="107BB2AA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32DE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90632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3BD06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5100167-1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75011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Kolu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7818F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58.80034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1F535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25.26386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8DD2D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E8FB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Kolu (Laupa suund)</w:t>
            </w:r>
          </w:p>
        </w:tc>
      </w:tr>
      <w:tr w:rsidR="00FC3DFA" w:rsidRPr="00FC3DFA" w14:paraId="2AD97AF7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1D03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90625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CB6A0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5100168-1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6F542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Kolu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BDCB7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58.80043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F1626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25.26413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17617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C125E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Kolu (Türi suund)</w:t>
            </w:r>
          </w:p>
        </w:tc>
      </w:tr>
      <w:tr w:rsidR="00FC3DFA" w:rsidRPr="00FC3DFA" w14:paraId="393725B9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0EE6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lastRenderedPageBreak/>
              <w:t>89247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7E1A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5100326-1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5854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Ollepa tee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60C9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58.65499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E9CA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25.54026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E45E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B8E6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Ollepa tee (Villevere suund)</w:t>
            </w:r>
          </w:p>
        </w:tc>
      </w:tr>
      <w:tr w:rsidR="00FC3DFA" w:rsidRPr="00FC3DFA" w14:paraId="69FE08DA" w14:textId="77777777" w:rsidTr="00FC3DFA">
        <w:trPr>
          <w:trHeight w:val="28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FFB4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28734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5988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5100327-1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98A3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Ollepa tee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8414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58.65489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A518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lang w:eastAsia="et-EE"/>
              </w:rPr>
              <w:t>25.54006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5B8B" w14:textId="77777777" w:rsidR="00FC3DFA" w:rsidRPr="00FC3DFA" w:rsidRDefault="00FC3DFA" w:rsidP="00FC3DF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TĆ¼ri vald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A476" w14:textId="77777777" w:rsidR="00FC3DFA" w:rsidRPr="00FC3DFA" w:rsidRDefault="00FC3DFA" w:rsidP="00FC3DF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</w:pPr>
            <w:r w:rsidRPr="00FC3DFA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Ollepa tee (Võhma suund)</w:t>
            </w:r>
          </w:p>
        </w:tc>
      </w:tr>
    </w:tbl>
    <w:p w14:paraId="725F3B24" w14:textId="77777777" w:rsidR="00FC3DFA" w:rsidRDefault="00FC3DFA" w:rsidP="00340397">
      <w:pPr>
        <w:rPr>
          <w:sz w:val="24"/>
          <w:szCs w:val="24"/>
        </w:rPr>
      </w:pPr>
    </w:p>
    <w:p w14:paraId="18499DB6" w14:textId="77777777" w:rsidR="00FC3DFA" w:rsidRDefault="00FC3DFA" w:rsidP="00340397">
      <w:pPr>
        <w:rPr>
          <w:sz w:val="24"/>
          <w:szCs w:val="24"/>
        </w:rPr>
      </w:pPr>
    </w:p>
    <w:p w14:paraId="22C406BE" w14:textId="72FABDA0" w:rsidR="00FC3DFA" w:rsidRDefault="00FC3DFA" w:rsidP="00340397">
      <w:pPr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14:paraId="626C620F" w14:textId="77777777" w:rsidR="00FC3DFA" w:rsidRDefault="00FC3DFA" w:rsidP="00FC3DFA">
      <w:pPr>
        <w:rPr>
          <w:b/>
          <w:bCs/>
          <w:lang w:eastAsia="et-EE"/>
        </w:rPr>
      </w:pPr>
      <w:bookmarkStart w:id="0" w:name="_Hlk77577587"/>
    </w:p>
    <w:p w14:paraId="7B98D431" w14:textId="15B52C2C" w:rsidR="00FC3DFA" w:rsidRDefault="00FC3DFA" w:rsidP="00FC3DFA">
      <w:pPr>
        <w:rPr>
          <w:lang w:eastAsia="et-EE"/>
        </w:rPr>
      </w:pPr>
      <w:r>
        <w:rPr>
          <w:b/>
          <w:bCs/>
          <w:lang w:eastAsia="et-EE"/>
        </w:rPr>
        <w:t>Erki Leedmaa</w:t>
      </w:r>
    </w:p>
    <w:p w14:paraId="31115376" w14:textId="77777777" w:rsidR="00FC3DFA" w:rsidRDefault="00FC3DFA" w:rsidP="00FC3DFA">
      <w:pPr>
        <w:rPr>
          <w:lang w:eastAsia="et-EE"/>
        </w:rPr>
      </w:pPr>
      <w:r>
        <w:rPr>
          <w:lang w:eastAsia="et-EE"/>
        </w:rPr>
        <w:t>Projektijuht</w:t>
      </w:r>
    </w:p>
    <w:p w14:paraId="3BC93EFF" w14:textId="77777777" w:rsidR="00FC3DFA" w:rsidRDefault="00FC3DFA" w:rsidP="00FC3DFA">
      <w:pPr>
        <w:rPr>
          <w:lang w:eastAsia="et-EE"/>
        </w:rPr>
      </w:pPr>
      <w:proofErr w:type="spellStart"/>
      <w:r>
        <w:rPr>
          <w:b/>
          <w:bCs/>
          <w:lang w:eastAsia="et-EE"/>
        </w:rPr>
        <w:t>Tariston</w:t>
      </w:r>
      <w:proofErr w:type="spellEnd"/>
      <w:r>
        <w:rPr>
          <w:b/>
          <w:bCs/>
          <w:lang w:eastAsia="et-EE"/>
        </w:rPr>
        <w:t xml:space="preserve"> AS</w:t>
      </w:r>
    </w:p>
    <w:bookmarkEnd w:id="0"/>
    <w:p w14:paraId="059DAD88" w14:textId="77777777" w:rsidR="00FC3DFA" w:rsidRDefault="00FC3DFA" w:rsidP="00FC3DFA"/>
    <w:p w14:paraId="11D9D28B" w14:textId="77777777" w:rsidR="00FC3DFA" w:rsidRDefault="00FC3DFA" w:rsidP="00340397">
      <w:pPr>
        <w:rPr>
          <w:sz w:val="24"/>
          <w:szCs w:val="24"/>
        </w:rPr>
      </w:pPr>
    </w:p>
    <w:p w14:paraId="737CC37D" w14:textId="77777777" w:rsidR="00FC3DFA" w:rsidRDefault="00FC3DFA" w:rsidP="00340397">
      <w:pPr>
        <w:rPr>
          <w:sz w:val="24"/>
          <w:szCs w:val="24"/>
        </w:rPr>
      </w:pPr>
    </w:p>
    <w:p w14:paraId="23F7FCC4" w14:textId="77777777" w:rsidR="00FC3DFA" w:rsidRPr="00F03E0F" w:rsidRDefault="00FC3DFA" w:rsidP="00340397">
      <w:pPr>
        <w:rPr>
          <w:sz w:val="24"/>
          <w:szCs w:val="24"/>
        </w:rPr>
      </w:pPr>
    </w:p>
    <w:p w14:paraId="2DD0FE0D" w14:textId="77777777" w:rsidR="009B7034" w:rsidRDefault="009B7034" w:rsidP="00340397"/>
    <w:p w14:paraId="6BE5CAC4" w14:textId="77777777" w:rsidR="00F03E0F" w:rsidRPr="00F03E0F" w:rsidRDefault="00F03E0F" w:rsidP="00340397">
      <w:pPr>
        <w:rPr>
          <w:b/>
          <w:bCs/>
        </w:rPr>
      </w:pPr>
    </w:p>
    <w:sectPr w:rsidR="00F03E0F" w:rsidRPr="00F03E0F" w:rsidSect="00F03E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4" w:right="1559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E4DA7" w14:textId="77777777" w:rsidR="00F03E0F" w:rsidRDefault="00F03E0F" w:rsidP="005625D9">
      <w:pPr>
        <w:spacing w:after="0" w:line="240" w:lineRule="auto"/>
      </w:pPr>
      <w:r>
        <w:separator/>
      </w:r>
    </w:p>
  </w:endnote>
  <w:endnote w:type="continuationSeparator" w:id="0">
    <w:p w14:paraId="161120C1" w14:textId="77777777" w:rsidR="00F03E0F" w:rsidRDefault="00F03E0F" w:rsidP="005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34589" w14:textId="77777777" w:rsidR="00A9673B" w:rsidRDefault="00A967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E0B7A" w14:textId="77777777" w:rsidR="00A9673B" w:rsidRDefault="00A967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F2F7C" w14:textId="77777777" w:rsidR="005625D9" w:rsidRDefault="00555403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34EF18F2" wp14:editId="539CD8C0">
          <wp:simplePos x="0" y="0"/>
          <wp:positionH relativeFrom="margin">
            <wp:posOffset>-346234</wp:posOffset>
          </wp:positionH>
          <wp:positionV relativeFrom="paragraph">
            <wp:posOffset>-231775</wp:posOffset>
          </wp:positionV>
          <wp:extent cx="6065048" cy="349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5048" cy="3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88D78" w14:textId="77777777" w:rsidR="00F03E0F" w:rsidRDefault="00F03E0F" w:rsidP="005625D9">
      <w:pPr>
        <w:spacing w:after="0" w:line="240" w:lineRule="auto"/>
      </w:pPr>
      <w:r>
        <w:separator/>
      </w:r>
    </w:p>
  </w:footnote>
  <w:footnote w:type="continuationSeparator" w:id="0">
    <w:p w14:paraId="15D1AA2F" w14:textId="77777777" w:rsidR="00F03E0F" w:rsidRDefault="00F03E0F" w:rsidP="0056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DC899" w14:textId="77777777" w:rsidR="00A9673B" w:rsidRDefault="00A967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C5D4" w14:textId="77777777" w:rsidR="005625D9" w:rsidRDefault="005625D9">
    <w:pPr>
      <w:pStyle w:val="Header"/>
    </w:pPr>
  </w:p>
  <w:p w14:paraId="4B142883" w14:textId="77777777" w:rsidR="005625D9" w:rsidRDefault="005625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FE96E" w14:textId="77777777" w:rsidR="004D66EC" w:rsidRDefault="004D66E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0" locked="0" layoutInCell="1" allowOverlap="1" wp14:anchorId="38558D92" wp14:editId="4524EEEF">
          <wp:simplePos x="0" y="0"/>
          <wp:positionH relativeFrom="page">
            <wp:posOffset>702310</wp:posOffset>
          </wp:positionH>
          <wp:positionV relativeFrom="page">
            <wp:posOffset>702310</wp:posOffset>
          </wp:positionV>
          <wp:extent cx="1627200" cy="291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riston_header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0F"/>
    <w:rsid w:val="000F45A9"/>
    <w:rsid w:val="001B2B26"/>
    <w:rsid w:val="00282832"/>
    <w:rsid w:val="002920A2"/>
    <w:rsid w:val="00340397"/>
    <w:rsid w:val="003A64F4"/>
    <w:rsid w:val="00473572"/>
    <w:rsid w:val="004D66EC"/>
    <w:rsid w:val="004F0740"/>
    <w:rsid w:val="00523EC9"/>
    <w:rsid w:val="00555403"/>
    <w:rsid w:val="00557522"/>
    <w:rsid w:val="005625D9"/>
    <w:rsid w:val="00632210"/>
    <w:rsid w:val="00794D85"/>
    <w:rsid w:val="007A4ED1"/>
    <w:rsid w:val="007A7DBC"/>
    <w:rsid w:val="00865707"/>
    <w:rsid w:val="008A39F4"/>
    <w:rsid w:val="009B7034"/>
    <w:rsid w:val="00A90CC9"/>
    <w:rsid w:val="00A9673B"/>
    <w:rsid w:val="00AB2AD0"/>
    <w:rsid w:val="00AC026B"/>
    <w:rsid w:val="00B24512"/>
    <w:rsid w:val="00BC4AEF"/>
    <w:rsid w:val="00C07D06"/>
    <w:rsid w:val="00D46D25"/>
    <w:rsid w:val="00E11B0A"/>
    <w:rsid w:val="00E45042"/>
    <w:rsid w:val="00E8669F"/>
    <w:rsid w:val="00F03E0F"/>
    <w:rsid w:val="00FC3DFA"/>
    <w:rsid w:val="00FE710B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C76A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D9"/>
  </w:style>
  <w:style w:type="paragraph" w:styleId="Footer">
    <w:name w:val="footer"/>
    <w:basedOn w:val="Normal"/>
    <w:link w:val="Foot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D9"/>
  </w:style>
  <w:style w:type="paragraph" w:styleId="BalloonText">
    <w:name w:val="Balloon Text"/>
    <w:basedOn w:val="Normal"/>
    <w:link w:val="BalloonTextChar"/>
    <w:uiPriority w:val="99"/>
    <w:semiHidden/>
    <w:unhideWhenUsed/>
    <w:rsid w:val="00C0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0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FC3D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grupp.sise\OfficeTemplates\Templates\TRT\Kirjaplank_Tarist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A03394DDD52438C241F94C52BDD20" ma:contentTypeVersion="14" ma:contentTypeDescription="Loo uus dokument" ma:contentTypeScope="" ma:versionID="07a1e212a390685587e61521a3bf1fb2">
  <xsd:schema xmlns:xsd="http://www.w3.org/2001/XMLSchema" xmlns:xs="http://www.w3.org/2001/XMLSchema" xmlns:p="http://schemas.microsoft.com/office/2006/metadata/properties" xmlns:ns2="4e9d55f3-c9f4-416f-9175-98c3de548205" targetNamespace="http://schemas.microsoft.com/office/2006/metadata/properties" ma:root="true" ma:fieldsID="84f2784cb4944b331530a7cb4e5a329a" ns2:_="">
    <xsd:import namespace="4e9d55f3-c9f4-416f-9175-98c3de54820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tseduur" minOccurs="0"/>
                <xsd:element ref="ns2:Protsess" minOccurs="0"/>
                <xsd:element ref="ns2:protseduuri_x0020_jrk_x0020_nr" minOccurs="0"/>
                <xsd:element ref="ns2:dok_x0020_liik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d55f3-c9f4-416f-9175-98c3de5482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format="Hyperlink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Protseduur" ma:index="11" nillable="true" ma:displayName="Protseduur" ma:description="Millise protseduuri juures dokument loodud" ma:format="Dropdown" ma:internalName="Protseduur" ma:readOnly="false">
      <xsd:simpleType>
        <xsd:restriction base="dms:Choice">
          <xsd:enumeration value="00"/>
          <xsd:enumeration value="00 Põhjad"/>
          <xsd:enumeration value="01 Juhtimine ja suhtlus"/>
          <xsd:enumeration value="02 Mittevastavuste ja kaebuste käsitlemine"/>
          <xsd:enumeration value="03 Raamatupidamine"/>
          <xsd:enumeration value="04 Töösuhted ja personaliarendus"/>
          <xsd:enumeration value="05 Töö- ja keskkonnaohutus ettevõttes"/>
          <xsd:enumeration value="06 Sõidukid ja haldus"/>
          <xsd:enumeration value="07 Töö leidmine ja pakkumine"/>
          <xsd:enumeration value="08 Tellijaga lepingu sõlmimine ja töösseandmine"/>
          <xsd:enumeration value="09 Allhangete korraldamine ja allhankeleping"/>
          <xsd:enumeration value="10 Töö- ja keskkonnaohutus objektil"/>
          <xsd:enumeration value="11 Ehitustööde planeerimine ja juhtimine"/>
          <xsd:enumeration value="12 Ehitustööde lõpetamine ja garantiiperiood"/>
          <xsd:enumeration value="13 Teehooldetööd"/>
          <xsd:enumeration value="14 Pindamine"/>
          <xsd:enumeration value="15 Mäetööd"/>
          <xsd:enumeration value="16 Liikluskorraldusvahendite tootmine"/>
          <xsd:enumeration value="17 Rasketehnika"/>
          <xsd:enumeration value="18 Asfaltsegude tootmine"/>
          <xsd:enumeration value="19 Labor"/>
          <xsd:enumeration value="20 Asfaldi paigaldamine"/>
        </xsd:restriction>
      </xsd:simpleType>
    </xsd:element>
    <xsd:element name="Protsess" ma:index="12" nillable="true" ma:displayName="Protsess" ma:default="00" ma:format="Dropdown" ma:internalName="Protsess" ma:readOnly="false">
      <xsd:simpleType>
        <xsd:restriction base="dms:Choice">
          <xsd:enumeration value="00"/>
          <xsd:enumeration value="01 ÜLDTOIMINGUD"/>
          <xsd:enumeration value="02 MÜÜK JA HANKIMINE"/>
          <xsd:enumeration value="03 EHITUSOBJEKTI TEOSTAMINE"/>
          <xsd:enumeration value="04 TEEHOOLE; TEHNIKA JA TOOTMINE"/>
        </xsd:restriction>
      </xsd:simpleType>
    </xsd:element>
    <xsd:element name="protseduuri_x0020_jrk_x0020_nr" ma:index="13" nillable="true" ma:displayName="dok jrk nr" ma:description="selle järgi saab järjestada, et ei oleks tähestikuliselt" ma:internalName="protseduuri_x0020_jrk_x0020_nr" ma:readOnly="false" ma:percentage="FALSE">
      <xsd:simpleType>
        <xsd:restriction base="dms:Number"/>
      </xsd:simpleType>
    </xsd:element>
    <xsd:element name="dok_x0020_liik" ma:index="14" nillable="true" ma:displayName="dok liik" ma:default="Protseduur" ma:description="Kas protseduur, juhend/kord, vorm vm" ma:format="Dropdown" ma:internalName="dok_x0020_liik" ma:readOnly="false">
      <xsd:simpleType>
        <xsd:restriction base="dms:Choice">
          <xsd:enumeration value="Protseduur"/>
          <xsd:enumeration value="Juhend/kord"/>
          <xsd:enumeration value="Vorm"/>
          <xsd:enumeration value="Näidi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sess xmlns="4e9d55f3-c9f4-416f-9175-98c3de548205">00</Protsess>
    <protseduuri_x0020_jrk_x0020_nr xmlns="4e9d55f3-c9f4-416f-9175-98c3de548205">1</protseduuri_x0020_jrk_x0020_nr>
    <Protseduur xmlns="4e9d55f3-c9f4-416f-9175-98c3de548205">00 Põhjad</Protseduur>
    <dok_x0020_liik xmlns="4e9d55f3-c9f4-416f-9175-98c3de548205">Vorm</dok_x0020_liik>
    <_dlc_DocId xmlns="4e9d55f3-c9f4-416f-9175-98c3de548205">TRTDMSJS2022-1794826233-20</_dlc_DocId>
    <_dlc_DocIdUrl xmlns="4e9d55f3-c9f4-416f-9175-98c3de548205">
      <Url>https://nordecon.sharepoint.com/sites/TRT-JS/_layouts/15/DocIdRedir.aspx?ID=TRTDMSJS2022-1794826233-20</Url>
      <Description>TRTDMSJS2022-1794826233-20</Description>
    </_dlc_DocIdUrl>
    <_dlc_DocIdPersistId xmlns="4e9d55f3-c9f4-416f-9175-98c3de548205" xsi:nil="true"/>
  </documentManagement>
</p:properties>
</file>

<file path=customXml/itemProps1.xml><?xml version="1.0" encoding="utf-8"?>
<ds:datastoreItem xmlns:ds="http://schemas.openxmlformats.org/officeDocument/2006/customXml" ds:itemID="{CF1D7A4A-4D06-4813-A88B-0A3D4208A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d55f3-c9f4-416f-9175-98c3de5482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CB358E-4822-4513-9FD3-BFAD54EB695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BF0B84B-5B2A-4CFC-8B8F-21D2475683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243073-24CE-411E-81F4-A820898E67E9}">
  <ds:schemaRefs>
    <ds:schemaRef ds:uri="http://schemas.microsoft.com/office/2006/metadata/properties"/>
    <ds:schemaRef ds:uri="http://schemas.microsoft.com/office/infopath/2007/PartnerControls"/>
    <ds:schemaRef ds:uri="4e9d55f3-c9f4-416f-9175-98c3de5482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</Template>
  <TotalTime>0</TotalTime>
  <Pages>2</Pages>
  <Words>261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2024-04-11T09:42:00Z</dcterms:created>
  <dcterms:modified xsi:type="dcterms:W3CDTF">2024-04-11T10:17:00Z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0x010100A67A03394DDD52438C241F94C52BDD20</vt:lpwstr>
  </property>
  <property fmtid="{D5CDD505-2E9C-101B-9397-08002B2CF9AE}" pid="3" name="_dlc_DocIdItemGuid">
    <vt:lpwstr>97b52d5c-5161-4816-bd85-82ca9d37e254</vt:lpwstr>
  </property>
  <property fmtid="{D5CDD505-2E9C-101B-9397-08002B2CF9AE}" pid="4" name="dok jrk nr">
    <vt:r8>1</vt:r8>
  </property>
  <property fmtid="{D5CDD505-2E9C-101B-9397-08002B2CF9AE}" pid="5" name="Document ID Value">
    <vt:lpwstr>TQQAJPP7U5A7-1804-20</vt:lpwstr>
  </property>
</Properties>
</file>